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783" w:rsidRPr="00F228C7" w:rsidRDefault="00F73783" w:rsidP="003C6398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0"/>
        </w:rPr>
      </w:pPr>
      <w:bookmarkStart w:id="0" w:name="_GoBack"/>
      <w:bookmarkEnd w:id="0"/>
    </w:p>
    <w:p w:rsidR="00B4568D" w:rsidRDefault="00B4568D" w:rsidP="00B4568D">
      <w:pPr>
        <w:pStyle w:val="Default"/>
        <w:jc w:val="center"/>
        <w:rPr>
          <w:b/>
          <w:bCs/>
        </w:rPr>
      </w:pPr>
      <w:r w:rsidRPr="00B4568D">
        <w:rPr>
          <w:b/>
          <w:bCs/>
        </w:rPr>
        <w:t>MODULO D’ISCRIZIONE</w:t>
      </w:r>
    </w:p>
    <w:p w:rsidR="00B4568D" w:rsidRPr="00B4568D" w:rsidRDefault="00B4568D" w:rsidP="00B4568D">
      <w:pPr>
        <w:pStyle w:val="Default"/>
        <w:jc w:val="center"/>
      </w:pPr>
    </w:p>
    <w:p w:rsidR="00B4568D" w:rsidRDefault="00B4568D" w:rsidP="00B4568D">
      <w:pPr>
        <w:pStyle w:val="Default"/>
        <w:rPr>
          <w:b/>
          <w:bCs/>
        </w:rPr>
      </w:pPr>
      <w:r w:rsidRPr="00B4568D">
        <w:rPr>
          <w:bCs/>
        </w:rPr>
        <w:t xml:space="preserve">Da inviare </w:t>
      </w:r>
      <w:r w:rsidRPr="00B4568D">
        <w:rPr>
          <w:b/>
          <w:bCs/>
          <w:sz w:val="20"/>
          <w:szCs w:val="20"/>
        </w:rPr>
        <w:t xml:space="preserve">ENTRO IL </w:t>
      </w:r>
      <w:r w:rsidR="003025F1">
        <w:rPr>
          <w:b/>
          <w:bCs/>
          <w:sz w:val="20"/>
          <w:szCs w:val="20"/>
        </w:rPr>
        <w:t>13 Febbraio 2019</w:t>
      </w:r>
      <w:r w:rsidR="00E66183">
        <w:rPr>
          <w:b/>
          <w:bCs/>
          <w:sz w:val="20"/>
          <w:szCs w:val="20"/>
        </w:rPr>
        <w:t xml:space="preserve"> </w:t>
      </w:r>
      <w:r>
        <w:rPr>
          <w:b/>
          <w:bCs/>
        </w:rPr>
        <w:t xml:space="preserve"> </w:t>
      </w:r>
      <w:r w:rsidR="000E0D61" w:rsidRPr="000E0D61">
        <w:rPr>
          <w:bCs/>
        </w:rPr>
        <w:t>a:</w:t>
      </w:r>
    </w:p>
    <w:p w:rsidR="00B4568D" w:rsidRPr="00B4568D" w:rsidRDefault="00B4568D" w:rsidP="00B4568D">
      <w:pPr>
        <w:pStyle w:val="Default"/>
        <w:rPr>
          <w:b/>
          <w:bCs/>
        </w:rPr>
      </w:pPr>
    </w:p>
    <w:p w:rsidR="00B4568D" w:rsidRDefault="007F71A5" w:rsidP="00B4568D">
      <w:pPr>
        <w:pStyle w:val="Default"/>
        <w:jc w:val="center"/>
        <w:rPr>
          <w:b/>
          <w:bCs/>
        </w:rPr>
      </w:pPr>
      <w:hyperlink r:id="rId9" w:history="1">
        <w:r w:rsidR="00B4568D" w:rsidRPr="00B4568D">
          <w:rPr>
            <w:rStyle w:val="Collegamentoipertestuale"/>
            <w:b/>
            <w:bCs/>
          </w:rPr>
          <w:t>direzione-marche@istruzione.it</w:t>
        </w:r>
      </w:hyperlink>
      <w:r w:rsidR="00B4568D" w:rsidRPr="00B4568D">
        <w:rPr>
          <w:b/>
          <w:bCs/>
        </w:rPr>
        <w:t xml:space="preserve">   </w:t>
      </w:r>
    </w:p>
    <w:p w:rsidR="00806C13" w:rsidRDefault="00806C13" w:rsidP="00B4568D">
      <w:pPr>
        <w:pStyle w:val="Default"/>
        <w:jc w:val="center"/>
        <w:rPr>
          <w:b/>
          <w:bCs/>
        </w:rPr>
      </w:pPr>
    </w:p>
    <w:p w:rsidR="00806C13" w:rsidRPr="00B4568D" w:rsidRDefault="00806C13" w:rsidP="00B4568D">
      <w:pPr>
        <w:pStyle w:val="Default"/>
        <w:jc w:val="center"/>
        <w:rPr>
          <w:b/>
          <w:bCs/>
        </w:rPr>
      </w:pPr>
    </w:p>
    <w:p w:rsidR="00B4568D" w:rsidRDefault="00B4568D" w:rsidP="00B4568D">
      <w:pPr>
        <w:pStyle w:val="Default"/>
        <w:rPr>
          <w:b/>
          <w:bCs/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b/>
          <w:bCs/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Il/la sottoscritto/a ___________________________________________________________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docente </w:t>
      </w:r>
      <w:r w:rsidR="00806C13">
        <w:rPr>
          <w:rFonts w:asciiTheme="minorHAnsi" w:hAnsiTheme="minorHAnsi"/>
          <w:sz w:val="20"/>
        </w:rPr>
        <w:t xml:space="preserve">di educazione fisica e sportiva </w:t>
      </w:r>
      <w:r w:rsidRPr="00B4568D">
        <w:rPr>
          <w:rFonts w:asciiTheme="minorHAnsi" w:hAnsiTheme="minorHAnsi"/>
          <w:sz w:val="20"/>
        </w:rPr>
        <w:t xml:space="preserve">a tempo determinato/indeterminato in servizio presso l’Istituto 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___________________________________________________________________________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CHIEDE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DI ADERIRE ALLA PROPOSTA FORMATIVA DAL TITOLO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0"/>
        </w:rPr>
      </w:pPr>
      <w:r w:rsidRPr="00B4568D">
        <w:rPr>
          <w:rFonts w:asciiTheme="minorHAnsi" w:hAnsiTheme="minorHAnsi"/>
          <w:b/>
          <w:sz w:val="20"/>
        </w:rPr>
        <w:t>“</w:t>
      </w:r>
      <w:r w:rsidR="003025F1">
        <w:rPr>
          <w:rFonts w:asciiTheme="minorHAnsi" w:hAnsiTheme="minorHAnsi"/>
          <w:b/>
          <w:sz w:val="20"/>
        </w:rPr>
        <w:t>TENNISTAVOLO</w:t>
      </w:r>
      <w:r w:rsidRPr="00B4568D">
        <w:rPr>
          <w:rFonts w:asciiTheme="minorHAnsi" w:hAnsiTheme="minorHAnsi"/>
          <w:b/>
          <w:sz w:val="20"/>
        </w:rPr>
        <w:t>”</w:t>
      </w:r>
      <w:r w:rsidR="0044050B">
        <w:rPr>
          <w:rFonts w:asciiTheme="minorHAnsi" w:hAnsiTheme="minorHAnsi"/>
          <w:b/>
          <w:sz w:val="20"/>
        </w:rPr>
        <w:t xml:space="preserve"> – Senigallia 18 Febbraio 2019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Recapiti del docente: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tel.__________________________ </w:t>
      </w:r>
      <w:r>
        <w:rPr>
          <w:rFonts w:asciiTheme="minorHAnsi" w:hAnsiTheme="minorHAnsi"/>
          <w:sz w:val="20"/>
        </w:rPr>
        <w:t xml:space="preserve">   </w:t>
      </w:r>
      <w:r w:rsidRPr="00B4568D">
        <w:rPr>
          <w:rFonts w:asciiTheme="minorHAnsi" w:hAnsiTheme="minorHAnsi"/>
          <w:sz w:val="20"/>
        </w:rPr>
        <w:t>e-mail________________________________</w:t>
      </w:r>
    </w:p>
    <w:p w:rsidR="00806C13" w:rsidRPr="00B4568D" w:rsidRDefault="00806C13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Luogo e data___________________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Firma del docente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VISTO SI AUTORIZZA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Il Dirigente Scolastico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Timbro e firma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F228C7" w:rsidRDefault="00B4568D" w:rsidP="00B4568D">
      <w:pPr>
        <w:tabs>
          <w:tab w:val="left" w:pos="720"/>
          <w:tab w:val="center" w:pos="4819"/>
          <w:tab w:val="right" w:pos="9638"/>
        </w:tabs>
        <w:ind w:firstLine="708"/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</w:t>
      </w:r>
      <w:r w:rsidRPr="00B4568D">
        <w:rPr>
          <w:rFonts w:asciiTheme="minorHAnsi" w:hAnsiTheme="minorHAnsi"/>
          <w:sz w:val="20"/>
        </w:rPr>
        <w:t>_____________________</w:t>
      </w:r>
    </w:p>
    <w:sectPr w:rsidR="00B4568D" w:rsidRPr="00F228C7" w:rsidSect="00ED2C0D">
      <w:headerReference w:type="default" r:id="rId10"/>
      <w:footerReference w:type="default" r:id="rId11"/>
      <w:pgSz w:w="11907" w:h="16840"/>
      <w:pgMar w:top="1418" w:right="1418" w:bottom="851" w:left="1418" w:header="539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9D4" w:rsidRDefault="00D929D4">
      <w:r>
        <w:separator/>
      </w:r>
    </w:p>
  </w:endnote>
  <w:endnote w:type="continuationSeparator" w:id="0">
    <w:p w:rsidR="00D929D4" w:rsidRDefault="00D9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13" w:rsidRDefault="003025F1" w:rsidP="00E66183">
    <w:pPr>
      <w:pStyle w:val="Pidipagina"/>
      <w:jc w:val="center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 w:cs="Arial"/>
        <w:sz w:val="18"/>
        <w:szCs w:val="18"/>
      </w:rPr>
      <w:t>201901281050</w:t>
    </w:r>
    <w:r w:rsidRPr="00592366">
      <w:rPr>
        <w:rFonts w:asciiTheme="minorHAnsi" w:hAnsiTheme="minorHAnsi" w:cs="Arial"/>
        <w:sz w:val="18"/>
        <w:szCs w:val="18"/>
      </w:rPr>
      <w:t>_</w:t>
    </w:r>
    <w:r>
      <w:rPr>
        <w:rFonts w:asciiTheme="minorHAnsi" w:hAnsiTheme="minorHAnsi" w:cs="Arial"/>
        <w:sz w:val="18"/>
        <w:szCs w:val="18"/>
      </w:rPr>
      <w:t>Modello_iscrizione_Docenti_TENNISTAVOLO</w:t>
    </w:r>
  </w:p>
  <w:p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Via XXV Aprile, 19  - </w:t>
    </w:r>
    <w:r w:rsidRPr="00ED2C0D">
      <w:rPr>
        <w:rFonts w:asciiTheme="minorHAnsi" w:hAnsiTheme="minorHAnsi" w:cs="Arial"/>
        <w:smallCaps/>
        <w:sz w:val="16"/>
        <w:szCs w:val="16"/>
      </w:rPr>
      <w:t>Ancona</w:t>
    </w:r>
    <w:r w:rsidRPr="00ED2C0D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ED2C0D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:rsidR="002E6CB5" w:rsidRPr="006F4E6F" w:rsidRDefault="002E6CB5" w:rsidP="00136AAF">
    <w:pPr>
      <w:pStyle w:val="Pidipagina"/>
      <w:rPr>
        <w:szCs w:val="15"/>
      </w:rPr>
    </w:pPr>
  </w:p>
  <w:p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9D4" w:rsidRDefault="00D929D4">
      <w:r>
        <w:separator/>
      </w:r>
    </w:p>
  </w:footnote>
  <w:footnote w:type="continuationSeparator" w:id="0">
    <w:p w:rsidR="00D929D4" w:rsidRDefault="00D92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7AD274EE" wp14:editId="76DCCD3D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1A244F2"/>
    <w:multiLevelType w:val="hybridMultilevel"/>
    <w:tmpl w:val="61D0ED5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E5B0C"/>
    <w:multiLevelType w:val="hybridMultilevel"/>
    <w:tmpl w:val="E640C0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65C78"/>
    <w:multiLevelType w:val="hybridMultilevel"/>
    <w:tmpl w:val="46048EB4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F5AD4"/>
    <w:multiLevelType w:val="hybridMultilevel"/>
    <w:tmpl w:val="7B90AF6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E466B4B"/>
    <w:multiLevelType w:val="hybridMultilevel"/>
    <w:tmpl w:val="C6287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6B8E"/>
    <w:multiLevelType w:val="hybridMultilevel"/>
    <w:tmpl w:val="EBFE1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33A69"/>
    <w:multiLevelType w:val="hybridMultilevel"/>
    <w:tmpl w:val="091E202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CF51AC0"/>
    <w:multiLevelType w:val="hybridMultilevel"/>
    <w:tmpl w:val="B82C215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845D36"/>
    <w:multiLevelType w:val="hybridMultilevel"/>
    <w:tmpl w:val="54ACC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F60C0B"/>
    <w:multiLevelType w:val="hybridMultilevel"/>
    <w:tmpl w:val="56B0015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E601F"/>
    <w:multiLevelType w:val="hybridMultilevel"/>
    <w:tmpl w:val="C3481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31C4A"/>
    <w:multiLevelType w:val="hybridMultilevel"/>
    <w:tmpl w:val="6DCA497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6F7AA2"/>
    <w:multiLevelType w:val="hybridMultilevel"/>
    <w:tmpl w:val="E8D2819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4"/>
  </w:num>
  <w:num w:numId="7">
    <w:abstractNumId w:val="17"/>
  </w:num>
  <w:num w:numId="8">
    <w:abstractNumId w:val="16"/>
  </w:num>
  <w:num w:numId="9">
    <w:abstractNumId w:val="13"/>
  </w:num>
  <w:num w:numId="10">
    <w:abstractNumId w:val="6"/>
  </w:num>
  <w:num w:numId="11">
    <w:abstractNumId w:val="1"/>
  </w:num>
  <w:num w:numId="12">
    <w:abstractNumId w:val="11"/>
  </w:num>
  <w:num w:numId="13">
    <w:abstractNumId w:val="10"/>
  </w:num>
  <w:num w:numId="14">
    <w:abstractNumId w:val="15"/>
  </w:num>
  <w:num w:numId="15">
    <w:abstractNumId w:val="3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83"/>
    <w:rsid w:val="00006ACD"/>
    <w:rsid w:val="00010048"/>
    <w:rsid w:val="00017142"/>
    <w:rsid w:val="00025385"/>
    <w:rsid w:val="00035542"/>
    <w:rsid w:val="00066CF1"/>
    <w:rsid w:val="000823C1"/>
    <w:rsid w:val="000A5AED"/>
    <w:rsid w:val="000B00C3"/>
    <w:rsid w:val="000C1B9F"/>
    <w:rsid w:val="000D57DA"/>
    <w:rsid w:val="000E0D61"/>
    <w:rsid w:val="00107201"/>
    <w:rsid w:val="001113E2"/>
    <w:rsid w:val="001169C1"/>
    <w:rsid w:val="0012365D"/>
    <w:rsid w:val="00132574"/>
    <w:rsid w:val="001328E3"/>
    <w:rsid w:val="00136AAF"/>
    <w:rsid w:val="001446D9"/>
    <w:rsid w:val="00183A15"/>
    <w:rsid w:val="001C586C"/>
    <w:rsid w:val="001D352C"/>
    <w:rsid w:val="00207DC8"/>
    <w:rsid w:val="002112BB"/>
    <w:rsid w:val="00240077"/>
    <w:rsid w:val="00245A03"/>
    <w:rsid w:val="00247B14"/>
    <w:rsid w:val="00277A10"/>
    <w:rsid w:val="00296A98"/>
    <w:rsid w:val="002A2A80"/>
    <w:rsid w:val="002A2DB7"/>
    <w:rsid w:val="002E6CB5"/>
    <w:rsid w:val="002F39BA"/>
    <w:rsid w:val="002F45C3"/>
    <w:rsid w:val="002F4BFE"/>
    <w:rsid w:val="003025F1"/>
    <w:rsid w:val="00316641"/>
    <w:rsid w:val="00325D26"/>
    <w:rsid w:val="00326968"/>
    <w:rsid w:val="003364DF"/>
    <w:rsid w:val="00340F90"/>
    <w:rsid w:val="00366A34"/>
    <w:rsid w:val="00380C65"/>
    <w:rsid w:val="00396DCD"/>
    <w:rsid w:val="003A2189"/>
    <w:rsid w:val="003A5D93"/>
    <w:rsid w:val="003B4C21"/>
    <w:rsid w:val="003C6398"/>
    <w:rsid w:val="003F58CB"/>
    <w:rsid w:val="00407505"/>
    <w:rsid w:val="00427F65"/>
    <w:rsid w:val="0043081F"/>
    <w:rsid w:val="0044050B"/>
    <w:rsid w:val="00451138"/>
    <w:rsid w:val="00451B49"/>
    <w:rsid w:val="00454D24"/>
    <w:rsid w:val="0046597B"/>
    <w:rsid w:val="0047283F"/>
    <w:rsid w:val="004919D2"/>
    <w:rsid w:val="00491FE4"/>
    <w:rsid w:val="004A0755"/>
    <w:rsid w:val="004B71E5"/>
    <w:rsid w:val="004D7F8A"/>
    <w:rsid w:val="004F09A2"/>
    <w:rsid w:val="005173B6"/>
    <w:rsid w:val="00527FC3"/>
    <w:rsid w:val="00555D73"/>
    <w:rsid w:val="00572FDD"/>
    <w:rsid w:val="00586341"/>
    <w:rsid w:val="005A5F1F"/>
    <w:rsid w:val="005A7265"/>
    <w:rsid w:val="005B1070"/>
    <w:rsid w:val="005D0EF5"/>
    <w:rsid w:val="005E0E2F"/>
    <w:rsid w:val="005E2752"/>
    <w:rsid w:val="005E72F2"/>
    <w:rsid w:val="0062214C"/>
    <w:rsid w:val="00631267"/>
    <w:rsid w:val="00654924"/>
    <w:rsid w:val="0066114A"/>
    <w:rsid w:val="00672139"/>
    <w:rsid w:val="00686718"/>
    <w:rsid w:val="00697F1B"/>
    <w:rsid w:val="006A2BB1"/>
    <w:rsid w:val="006A5FEE"/>
    <w:rsid w:val="006B34B4"/>
    <w:rsid w:val="006B5364"/>
    <w:rsid w:val="006D43B8"/>
    <w:rsid w:val="006E0E8F"/>
    <w:rsid w:val="006E4A3F"/>
    <w:rsid w:val="00712524"/>
    <w:rsid w:val="007127CA"/>
    <w:rsid w:val="0071575F"/>
    <w:rsid w:val="007228EE"/>
    <w:rsid w:val="00725996"/>
    <w:rsid w:val="0073795F"/>
    <w:rsid w:val="0076634E"/>
    <w:rsid w:val="00777C59"/>
    <w:rsid w:val="00787314"/>
    <w:rsid w:val="00795EBF"/>
    <w:rsid w:val="007D41EB"/>
    <w:rsid w:val="007E4ED3"/>
    <w:rsid w:val="007F6E6A"/>
    <w:rsid w:val="007F71A5"/>
    <w:rsid w:val="00805F59"/>
    <w:rsid w:val="00806C13"/>
    <w:rsid w:val="00820087"/>
    <w:rsid w:val="00822814"/>
    <w:rsid w:val="00831A5E"/>
    <w:rsid w:val="00856D0E"/>
    <w:rsid w:val="00896BEF"/>
    <w:rsid w:val="008A3D06"/>
    <w:rsid w:val="008B4793"/>
    <w:rsid w:val="008C1E45"/>
    <w:rsid w:val="008C2A24"/>
    <w:rsid w:val="008C3788"/>
    <w:rsid w:val="008C4DE6"/>
    <w:rsid w:val="008C5CA0"/>
    <w:rsid w:val="008D4872"/>
    <w:rsid w:val="008F3F7B"/>
    <w:rsid w:val="008F4D34"/>
    <w:rsid w:val="00911C62"/>
    <w:rsid w:val="00930A27"/>
    <w:rsid w:val="009445A1"/>
    <w:rsid w:val="00945AA2"/>
    <w:rsid w:val="00952391"/>
    <w:rsid w:val="00990D6F"/>
    <w:rsid w:val="00991A51"/>
    <w:rsid w:val="00995801"/>
    <w:rsid w:val="009A270E"/>
    <w:rsid w:val="009A53DF"/>
    <w:rsid w:val="009A5CFE"/>
    <w:rsid w:val="009A5E5B"/>
    <w:rsid w:val="009C33E1"/>
    <w:rsid w:val="009C4538"/>
    <w:rsid w:val="009D1FAB"/>
    <w:rsid w:val="009E14F4"/>
    <w:rsid w:val="009F4755"/>
    <w:rsid w:val="00A06A97"/>
    <w:rsid w:val="00A1059D"/>
    <w:rsid w:val="00A13C85"/>
    <w:rsid w:val="00A25362"/>
    <w:rsid w:val="00A43D45"/>
    <w:rsid w:val="00A50A07"/>
    <w:rsid w:val="00A67417"/>
    <w:rsid w:val="00AA24A3"/>
    <w:rsid w:val="00AA7A72"/>
    <w:rsid w:val="00AB4E65"/>
    <w:rsid w:val="00AB5EFD"/>
    <w:rsid w:val="00AC60A9"/>
    <w:rsid w:val="00AC63AB"/>
    <w:rsid w:val="00AD6533"/>
    <w:rsid w:val="00AD7711"/>
    <w:rsid w:val="00B012AE"/>
    <w:rsid w:val="00B03355"/>
    <w:rsid w:val="00B05290"/>
    <w:rsid w:val="00B27C55"/>
    <w:rsid w:val="00B35E12"/>
    <w:rsid w:val="00B4568D"/>
    <w:rsid w:val="00B52AE4"/>
    <w:rsid w:val="00B9297F"/>
    <w:rsid w:val="00B94030"/>
    <w:rsid w:val="00B95FAD"/>
    <w:rsid w:val="00BA34D0"/>
    <w:rsid w:val="00BA4C0A"/>
    <w:rsid w:val="00BB0BEB"/>
    <w:rsid w:val="00BC5FBA"/>
    <w:rsid w:val="00BD277B"/>
    <w:rsid w:val="00BF174D"/>
    <w:rsid w:val="00C33727"/>
    <w:rsid w:val="00C53192"/>
    <w:rsid w:val="00C66C50"/>
    <w:rsid w:val="00C83861"/>
    <w:rsid w:val="00CC3989"/>
    <w:rsid w:val="00CC5563"/>
    <w:rsid w:val="00CC6DBD"/>
    <w:rsid w:val="00CC7399"/>
    <w:rsid w:val="00CD2C26"/>
    <w:rsid w:val="00CD6AE0"/>
    <w:rsid w:val="00CE4D69"/>
    <w:rsid w:val="00CF19B3"/>
    <w:rsid w:val="00D256A6"/>
    <w:rsid w:val="00D30FEC"/>
    <w:rsid w:val="00D34CF5"/>
    <w:rsid w:val="00D44544"/>
    <w:rsid w:val="00D64D64"/>
    <w:rsid w:val="00D70B9C"/>
    <w:rsid w:val="00D876A3"/>
    <w:rsid w:val="00D91ECF"/>
    <w:rsid w:val="00D929D4"/>
    <w:rsid w:val="00DA5E5C"/>
    <w:rsid w:val="00DD1DAC"/>
    <w:rsid w:val="00DE4906"/>
    <w:rsid w:val="00DF5567"/>
    <w:rsid w:val="00E07630"/>
    <w:rsid w:val="00E154B2"/>
    <w:rsid w:val="00E42106"/>
    <w:rsid w:val="00E619C3"/>
    <w:rsid w:val="00E634CE"/>
    <w:rsid w:val="00E66183"/>
    <w:rsid w:val="00EA2D09"/>
    <w:rsid w:val="00EA6BAF"/>
    <w:rsid w:val="00EB489D"/>
    <w:rsid w:val="00ED2C0D"/>
    <w:rsid w:val="00F1765C"/>
    <w:rsid w:val="00F228C7"/>
    <w:rsid w:val="00F27F54"/>
    <w:rsid w:val="00F32FF8"/>
    <w:rsid w:val="00F658DB"/>
    <w:rsid w:val="00F677B5"/>
    <w:rsid w:val="00F70BDE"/>
    <w:rsid w:val="00F70D7B"/>
    <w:rsid w:val="00F73783"/>
    <w:rsid w:val="00F85073"/>
    <w:rsid w:val="00F90DB3"/>
    <w:rsid w:val="00F9594F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corso%20di%20formazione%20Scuola%20in%20movimento\Corso%20di%20formazione%20%20scuola%20in%20movimento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5C144-86A3-4C4B-B155-FAB23233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Corso di formazione  scuola in movimento carta intestata.dotx</Template>
  <TotalTime>1</TotalTime>
  <Pages>1</Pages>
  <Words>119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800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2017-09-18T11:33:00Z</cp:lastPrinted>
  <dcterms:created xsi:type="dcterms:W3CDTF">2019-01-29T10:02:00Z</dcterms:created>
  <dcterms:modified xsi:type="dcterms:W3CDTF">2019-01-29T10:02:00Z</dcterms:modified>
</cp:coreProperties>
</file>